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AB6" w:rsidRDefault="000A1AB6" w:rsidP="005C7AFF">
      <w:pPr>
        <w:jc w:val="right"/>
        <w:rPr>
          <w:rFonts w:ascii="Calibri" w:hAnsi="Calibri" w:cs="Calibri"/>
          <w:b/>
          <w:sz w:val="22"/>
          <w:szCs w:val="16"/>
        </w:rPr>
      </w:pPr>
      <w:bookmarkStart w:id="0" w:name="_GoBack"/>
      <w:bookmarkEnd w:id="0"/>
    </w:p>
    <w:p w:rsidR="000A1AB6" w:rsidRDefault="000A1AB6" w:rsidP="005C7AFF">
      <w:pPr>
        <w:jc w:val="right"/>
        <w:rPr>
          <w:rFonts w:ascii="Calibri" w:hAnsi="Calibri" w:cs="Calibri"/>
          <w:b/>
          <w:sz w:val="22"/>
          <w:szCs w:val="16"/>
        </w:rPr>
      </w:pPr>
    </w:p>
    <w:p w:rsidR="000A1AB6" w:rsidRDefault="000A1AB6" w:rsidP="005C7AFF">
      <w:pPr>
        <w:jc w:val="right"/>
        <w:rPr>
          <w:rFonts w:ascii="Calibri" w:hAnsi="Calibri" w:cs="Calibri"/>
          <w:b/>
          <w:sz w:val="22"/>
          <w:szCs w:val="16"/>
        </w:rPr>
      </w:pPr>
    </w:p>
    <w:p w:rsidR="005C7AFF" w:rsidRPr="0067463C" w:rsidRDefault="0067463C" w:rsidP="005C7AFF">
      <w:pPr>
        <w:jc w:val="right"/>
        <w:rPr>
          <w:rFonts w:ascii="Calibri" w:hAnsi="Calibri" w:cs="Calibri"/>
          <w:b/>
          <w:sz w:val="22"/>
          <w:szCs w:val="16"/>
        </w:rPr>
      </w:pPr>
      <w:r w:rsidRPr="0067463C">
        <w:rPr>
          <w:rFonts w:ascii="Calibri" w:hAnsi="Calibri" w:cs="Calibri"/>
          <w:b/>
          <w:sz w:val="22"/>
          <w:szCs w:val="16"/>
        </w:rPr>
        <w:t>Anexa 11</w:t>
      </w:r>
    </w:p>
    <w:p w:rsidR="005B6830" w:rsidRDefault="005B6830" w:rsidP="005C7AFF">
      <w:pPr>
        <w:jc w:val="right"/>
        <w:rPr>
          <w:rFonts w:ascii="Calibri" w:hAnsi="Calibri" w:cs="Calibri"/>
          <w:szCs w:val="16"/>
        </w:rPr>
      </w:pPr>
    </w:p>
    <w:p w:rsidR="005B6830" w:rsidRPr="00F95EDF" w:rsidRDefault="005B6830" w:rsidP="005B6830">
      <w:pPr>
        <w:pStyle w:val="criterii"/>
        <w:numPr>
          <w:ilvl w:val="0"/>
          <w:numId w:val="0"/>
        </w:numPr>
        <w:spacing w:before="0" w:after="0"/>
        <w:jc w:val="right"/>
        <w:rPr>
          <w:rFonts w:ascii="Calibri" w:hAnsi="Calibri" w:cs="Calibri"/>
          <w:sz w:val="24"/>
        </w:rPr>
      </w:pPr>
    </w:p>
    <w:p w:rsidR="005B6830" w:rsidRPr="00F95EDF" w:rsidRDefault="005B6830" w:rsidP="00474291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F95EDF">
        <w:rPr>
          <w:rFonts w:ascii="Calibri" w:hAnsi="Calibri" w:cs="Calibri"/>
          <w:sz w:val="24"/>
        </w:rPr>
        <w:t>Lista de echipamente și/sau lucrări și/sau servicii cu încadrarea acestora pe secțiunea de cheltuieli eligibile /neeligibile (dacă este cazul)</w:t>
      </w:r>
    </w:p>
    <w:p w:rsidR="005B6830" w:rsidRPr="00F95EDF" w:rsidRDefault="005B6830" w:rsidP="005B6830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4"/>
        </w:rPr>
      </w:pPr>
    </w:p>
    <w:p w:rsidR="00C92090" w:rsidRPr="00F95EDF" w:rsidRDefault="00C92090" w:rsidP="005B6830">
      <w:pPr>
        <w:rPr>
          <w:rFonts w:ascii="Calibri" w:hAnsi="Calibri" w:cs="Calibri"/>
        </w:rPr>
      </w:pPr>
    </w:p>
    <w:p w:rsidR="005B6830" w:rsidRPr="00F95EDF" w:rsidRDefault="00B90CC0" w:rsidP="00C9209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În funcț</w:t>
      </w:r>
      <w:r w:rsidR="005B6830" w:rsidRPr="00F95EDF">
        <w:rPr>
          <w:rFonts w:ascii="Calibri" w:hAnsi="Calibri" w:cs="Calibri"/>
        </w:rPr>
        <w:t xml:space="preserve">ie de tipul de </w:t>
      </w:r>
      <w:r>
        <w:rPr>
          <w:rFonts w:ascii="Calibri" w:hAnsi="Calibri" w:cs="Calibri"/>
        </w:rPr>
        <w:t>proiect, ți de ce se propune a se achiziț</w:t>
      </w:r>
      <w:r w:rsidR="005B6830" w:rsidRPr="00F95EDF">
        <w:rPr>
          <w:rFonts w:ascii="Calibri" w:hAnsi="Calibri" w:cs="Calibri"/>
        </w:rPr>
        <w:t>iona se va completa următorul tabel:</w:t>
      </w:r>
    </w:p>
    <w:p w:rsidR="005B6830" w:rsidRPr="00F95EDF" w:rsidRDefault="005B6830" w:rsidP="005B6830">
      <w:pPr>
        <w:rPr>
          <w:rFonts w:ascii="Calibri" w:hAnsi="Calibri" w:cs="Calibri"/>
        </w:rPr>
      </w:pPr>
    </w:p>
    <w:tbl>
      <w:tblPr>
        <w:tblW w:w="10207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1842"/>
        <w:gridCol w:w="709"/>
        <w:gridCol w:w="1276"/>
        <w:gridCol w:w="992"/>
        <w:gridCol w:w="1298"/>
        <w:gridCol w:w="1080"/>
        <w:gridCol w:w="1733"/>
      </w:tblGrid>
      <w:tr w:rsidR="005B6830" w:rsidRPr="00F95EDF" w:rsidTr="00DB6815">
        <w:trPr>
          <w:trHeight w:val="735"/>
        </w:trPr>
        <w:tc>
          <w:tcPr>
            <w:tcW w:w="127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27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B90CC0" w:rsidP="00F95EDF">
            <w:pPr>
              <w:spacing w:after="240"/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Preț</w:t>
            </w:r>
            <w:r w:rsidR="005B6830"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ul unitar</w:t>
            </w:r>
            <w:r w:rsidR="005B6830"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29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Valoare</w:t>
            </w:r>
          </w:p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highlight w:val="lightGray"/>
                <w:lang w:eastAsia="ro-RO"/>
              </w:rPr>
              <w:t>Eligibil/neeligibil</w:t>
            </w:r>
          </w:p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</w:p>
          <w:p w:rsidR="005B6830" w:rsidRPr="00F95EDF" w:rsidRDefault="00B90CC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 (se va menționa suma inclusă pe eligibil ș</w:t>
            </w:r>
            <w:r w:rsidR="005B6830"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i suma inclusă pe neeligibil)</w:t>
            </w:r>
          </w:p>
        </w:tc>
      </w:tr>
      <w:tr w:rsidR="005B6830" w:rsidRPr="00F95EDF" w:rsidTr="00DB6815">
        <w:trPr>
          <w:trHeight w:val="435"/>
        </w:trPr>
        <w:tc>
          <w:tcPr>
            <w:tcW w:w="1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0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4</w:t>
            </w:r>
          </w:p>
        </w:tc>
        <w:tc>
          <w:tcPr>
            <w:tcW w:w="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:rsidR="005B6830" w:rsidRPr="00F95EDF" w:rsidRDefault="009A29A2" w:rsidP="00F95EDF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6</w:t>
            </w:r>
          </w:p>
        </w:tc>
        <w:tc>
          <w:tcPr>
            <w:tcW w:w="1733" w:type="dxa"/>
            <w:shd w:val="clear" w:color="auto" w:fill="FFFFFF"/>
          </w:tcPr>
          <w:p w:rsidR="005B6830" w:rsidRPr="00F95EDF" w:rsidRDefault="009A29A2" w:rsidP="00F95EDF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7</w:t>
            </w:r>
          </w:p>
        </w:tc>
      </w:tr>
      <w:tr w:rsidR="005B6830" w:rsidRPr="00F95EDF" w:rsidTr="00DB6815">
        <w:trPr>
          <w:trHeight w:val="264"/>
        </w:trPr>
        <w:tc>
          <w:tcPr>
            <w:tcW w:w="10207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Echipamente și dotări</w:t>
            </w: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510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0207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B90CC0" w:rsidP="00DF1328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>
              <w:rPr>
                <w:rFonts w:ascii="Calibri" w:hAnsi="Calibri" w:cs="Calibri"/>
                <w:color w:val="000000"/>
                <w:lang w:eastAsia="ro-RO"/>
              </w:rPr>
              <w:t> Lucră</w:t>
            </w:r>
            <w:r w:rsidR="005B6830" w:rsidRPr="00F95EDF">
              <w:rPr>
                <w:rFonts w:ascii="Calibri" w:hAnsi="Calibri" w:cs="Calibri"/>
                <w:color w:val="000000"/>
                <w:lang w:eastAsia="ro-RO"/>
              </w:rPr>
              <w:t>r</w:t>
            </w:r>
            <w:r>
              <w:rPr>
                <w:rFonts w:ascii="Calibri" w:hAnsi="Calibri" w:cs="Calibri"/>
                <w:color w:val="000000"/>
                <w:lang w:eastAsia="ro-RO"/>
              </w:rPr>
              <w:t>i-Denumire obiect de investiț</w:t>
            </w:r>
            <w:r w:rsidR="00DF1328">
              <w:rPr>
                <w:rFonts w:ascii="Calibri" w:hAnsi="Calibri" w:cs="Calibri"/>
                <w:color w:val="000000"/>
                <w:lang w:eastAsia="ro-RO"/>
              </w:rPr>
              <w:t>ii</w:t>
            </w:r>
            <w:r w:rsidR="005B6830" w:rsidRPr="00F95EDF">
              <w:rPr>
                <w:rFonts w:ascii="Calibri" w:hAnsi="Calibri" w:cs="Calibri"/>
                <w:color w:val="000000"/>
                <w:lang w:eastAsia="ro-RO"/>
              </w:rPr>
              <w:t>:</w:t>
            </w: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9A29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F1328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67463C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510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0207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Denumire servicii</w:t>
            </w: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510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510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F95EDF">
            <w:pPr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29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</w:tbl>
    <w:p w:rsidR="005B6830" w:rsidRPr="007E31DD" w:rsidRDefault="005B6830" w:rsidP="00F330B9"/>
    <w:sectPr w:rsidR="005B6830" w:rsidRPr="007E31DD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1D9" w:rsidRDefault="003351D9">
      <w:r>
        <w:separator/>
      </w:r>
    </w:p>
  </w:endnote>
  <w:endnote w:type="continuationSeparator" w:id="0">
    <w:p w:rsidR="003351D9" w:rsidRDefault="0033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508" w:rsidRDefault="007455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AC729B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AC729B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1D9" w:rsidRDefault="003351D9">
      <w:r>
        <w:separator/>
      </w:r>
    </w:p>
  </w:footnote>
  <w:footnote w:type="continuationSeparator" w:id="0">
    <w:p w:rsidR="003351D9" w:rsidRDefault="00335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508" w:rsidRDefault="0074550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44844" o:spid="_x0000_s6146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745508">
    <w:pPr>
      <w:pStyle w:val="Header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44845" o:spid="_x0000_s6147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AC729B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F330B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F330B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745508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44843" o:spid="_x0000_s6145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AC729B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729B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729B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A1AB6"/>
    <w:rsid w:val="000C2AAE"/>
    <w:rsid w:val="001175F2"/>
    <w:rsid w:val="001357F6"/>
    <w:rsid w:val="00144BFD"/>
    <w:rsid w:val="001E7D06"/>
    <w:rsid w:val="002B3BB9"/>
    <w:rsid w:val="002E07E9"/>
    <w:rsid w:val="002E3CDD"/>
    <w:rsid w:val="002F1246"/>
    <w:rsid w:val="003351D9"/>
    <w:rsid w:val="00351F71"/>
    <w:rsid w:val="00361264"/>
    <w:rsid w:val="00376CFE"/>
    <w:rsid w:val="003E2E03"/>
    <w:rsid w:val="00474291"/>
    <w:rsid w:val="00474F02"/>
    <w:rsid w:val="00476606"/>
    <w:rsid w:val="00523BEA"/>
    <w:rsid w:val="005A6B00"/>
    <w:rsid w:val="005B6830"/>
    <w:rsid w:val="005C21C9"/>
    <w:rsid w:val="005C7AFF"/>
    <w:rsid w:val="00643AC4"/>
    <w:rsid w:val="0067463C"/>
    <w:rsid w:val="006B79B9"/>
    <w:rsid w:val="006F14B9"/>
    <w:rsid w:val="007209E0"/>
    <w:rsid w:val="00745508"/>
    <w:rsid w:val="00754551"/>
    <w:rsid w:val="007A69A6"/>
    <w:rsid w:val="007C403D"/>
    <w:rsid w:val="00830473"/>
    <w:rsid w:val="00851382"/>
    <w:rsid w:val="0088290B"/>
    <w:rsid w:val="008C26CE"/>
    <w:rsid w:val="008E7688"/>
    <w:rsid w:val="00936CF8"/>
    <w:rsid w:val="0095716B"/>
    <w:rsid w:val="009A29A2"/>
    <w:rsid w:val="009F711B"/>
    <w:rsid w:val="00A06DE4"/>
    <w:rsid w:val="00A86F39"/>
    <w:rsid w:val="00AA0FC3"/>
    <w:rsid w:val="00AC729B"/>
    <w:rsid w:val="00AE4990"/>
    <w:rsid w:val="00B15233"/>
    <w:rsid w:val="00B90CC0"/>
    <w:rsid w:val="00BD3175"/>
    <w:rsid w:val="00C05C7A"/>
    <w:rsid w:val="00C82AD1"/>
    <w:rsid w:val="00C916A3"/>
    <w:rsid w:val="00C92090"/>
    <w:rsid w:val="00CC6C98"/>
    <w:rsid w:val="00D22014"/>
    <w:rsid w:val="00D94812"/>
    <w:rsid w:val="00DB6815"/>
    <w:rsid w:val="00DD113C"/>
    <w:rsid w:val="00DF1328"/>
    <w:rsid w:val="00E31672"/>
    <w:rsid w:val="00E51973"/>
    <w:rsid w:val="00E753B1"/>
    <w:rsid w:val="00EC7F40"/>
    <w:rsid w:val="00EF25AA"/>
    <w:rsid w:val="00EF6CD7"/>
    <w:rsid w:val="00F12E7F"/>
    <w:rsid w:val="00F330B9"/>
    <w:rsid w:val="00F95ED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."/>
  <w:listSeparator w:val=","/>
  <w15:chartTrackingRefBased/>
  <w15:docId w15:val="{825D7A22-4515-4980-81D3-64F14337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5B6830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FA8A9-C57D-4107-914A-D6DD367E6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1</Pages>
  <Words>90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755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5</cp:revision>
  <cp:lastPrinted>2022-03-29T08:07:00Z</cp:lastPrinted>
  <dcterms:created xsi:type="dcterms:W3CDTF">2023-08-09T11:23:00Z</dcterms:created>
  <dcterms:modified xsi:type="dcterms:W3CDTF">2023-10-25T10:51:00Z</dcterms:modified>
</cp:coreProperties>
</file>